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3103FC04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4688A11F" w14:textId="6DB43345" w:rsidR="005B0ACC" w:rsidRDefault="00B7608B" w:rsidP="001B40D9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A139E6">
              <w:t>Stella Ploom</w:t>
            </w:r>
          </w:p>
          <w:p w14:paraId="61F40EC9" w14:textId="10F27757" w:rsidR="001B40D9" w:rsidRDefault="00A139E6" w:rsidP="00A139E6">
            <w:pPr>
              <w:framePr w:w="9582" w:h="2155" w:wrap="notBeside" w:vAnchor="page" w:hAnchor="page" w:x="1702" w:y="3063"/>
            </w:pPr>
            <w:r>
              <w:t xml:space="preserve">Keskkonnaprojekt OÜ </w:t>
            </w:r>
          </w:p>
          <w:p w14:paraId="48A6A5D1" w14:textId="3FC26B36" w:rsidR="00E85637" w:rsidRDefault="00A139E6" w:rsidP="001B40D9">
            <w:pPr>
              <w:framePr w:w="9582" w:h="2155" w:wrap="notBeside" w:vAnchor="page" w:hAnchor="page" w:x="1702" w:y="3063"/>
            </w:pPr>
            <w:r w:rsidRPr="00A139E6">
              <w:t>stella.ploom@keskkonnaprojekt.ee</w:t>
            </w:r>
            <w:r w:rsidR="00B7608B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3C34192B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35B66315" w14:textId="7F65128E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1"/>
                  <w:enabled/>
                  <w:calcOnExit w:val="0"/>
                  <w:helpText w:type="text" w:val="Sisestage siia saabunud kirja kuupäev.&#10;&#10;Näiteks: 01.05.2014 &#10;&#10;Seejärel liikuge Tab klahviga järgmisele väljale."/>
                  <w:statusText w:type="text" w:val="Sisestage siia saabunud kirja kuupäev (vt F1)"/>
                  <w:textInput>
                    <w:maxLength w:val="40"/>
                  </w:textInput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 w:rsidR="00A139E6">
              <w:t>16</w:t>
            </w:r>
            <w:r w:rsidR="001B40D9">
              <w:rPr>
                <w:noProof/>
              </w:rPr>
              <w:t>.0</w:t>
            </w:r>
            <w:r w:rsidR="005B0ACC">
              <w:rPr>
                <w:noProof/>
              </w:rPr>
              <w:t>3</w:t>
            </w:r>
            <w:r w:rsidR="001B40D9">
              <w:rPr>
                <w:noProof/>
              </w:rPr>
              <w:t>.2023</w:t>
            </w:r>
            <w:r>
              <w:fldChar w:fldCharType="end"/>
            </w:r>
            <w:bookmarkEnd w:id="1"/>
            <w:r w:rsidR="00356C40">
              <w:t xml:space="preserve"> nr </w:t>
            </w:r>
            <w:r>
              <w:fldChar w:fldCharType="begin">
                <w:ffData>
                  <w:name w:val="Text50"/>
                  <w:enabled/>
                  <w:calcOnExit w:val="0"/>
                  <w:helpText w:type="text" w:val="Sisestage siia saabunud kirja viit.&#10;&#10;Näiteks: 2-1/312&#10;&#10;Seejärel liikuge Tab klahviga järgmisele väljale."/>
                  <w:statusText w:type="text" w:val="Sisestage siia saabunud kirja viit (vt F1)"/>
                  <w:textInput/>
                </w:ffData>
              </w:fldChar>
            </w:r>
            <w:bookmarkStart w:id="2" w:name="Text50"/>
            <w:r>
              <w:instrText xml:space="preserve"> FORMTEXT </w:instrText>
            </w:r>
            <w:r>
              <w:fldChar w:fldCharType="separate"/>
            </w:r>
            <w:r w:rsidR="00A139E6">
              <w:t>e-post</w:t>
            </w:r>
            <w:r>
              <w:fldChar w:fldCharType="end"/>
            </w:r>
            <w:bookmarkEnd w:id="2"/>
          </w:p>
        </w:tc>
      </w:tr>
      <w:tr w:rsidR="00E85637" w14:paraId="72391B6F" w14:textId="77777777">
        <w:trPr>
          <w:cantSplit/>
          <w:trHeight w:val="743"/>
        </w:trPr>
        <w:tc>
          <w:tcPr>
            <w:tcW w:w="5216" w:type="dxa"/>
            <w:vMerge/>
          </w:tcPr>
          <w:p w14:paraId="00E7E1B3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5ACA4500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CC5FAF4" w14:textId="4C139F15" w:rsidR="00E85637" w:rsidRDefault="00B7608B" w:rsidP="009E196F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139E6">
              <w:t>20</w:t>
            </w:r>
            <w:r w:rsidR="001B40D9">
              <w:rPr>
                <w:noProof/>
              </w:rPr>
              <w:t>.03.2023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3" w:name="Text51"/>
            <w:r>
              <w:instrText xml:space="preserve"> FORMTEXT </w:instrText>
            </w:r>
            <w:r>
              <w:fldChar w:fldCharType="separate"/>
            </w:r>
            <w:r w:rsidR="00A139E6" w:rsidRPr="00A139E6">
              <w:rPr>
                <w:noProof/>
              </w:rPr>
              <w:t>3-1.1/2023/1859</w:t>
            </w:r>
            <w:r>
              <w:fldChar w:fldCharType="end"/>
            </w:r>
            <w:bookmarkEnd w:id="3"/>
          </w:p>
        </w:tc>
      </w:tr>
      <w:tr w:rsidR="00E85637" w14:paraId="40779448" w14:textId="77777777">
        <w:trPr>
          <w:cantSplit/>
          <w:trHeight w:hRule="exact" w:val="23"/>
        </w:trPr>
        <w:tc>
          <w:tcPr>
            <w:tcW w:w="5216" w:type="dxa"/>
          </w:tcPr>
          <w:p w14:paraId="13DE6564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55E46EB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37793874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46805557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4456B383" w14:textId="77777777" w:rsidR="00E85637" w:rsidRDefault="00E85637">
      <w:pPr>
        <w:rPr>
          <w:spacing w:val="0"/>
          <w:position w:val="0"/>
          <w:sz w:val="20"/>
        </w:rPr>
      </w:pPr>
    </w:p>
    <w:p w14:paraId="4D317850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2AA47274" wp14:editId="01C78AA3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17917" w14:textId="72937548" w:rsidR="00E85637" w:rsidRDefault="00B7608B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bookmarkStart w:id="4" w:name="Text7"/>
      <w:r>
        <w:instrText xml:space="preserve"> FORMTEXT </w:instrText>
      </w:r>
      <w:r>
        <w:fldChar w:fldCharType="separate"/>
      </w:r>
      <w:r w:rsidR="002469BE">
        <w:t>Projekt VT1910 (</w:t>
      </w:r>
      <w:r w:rsidR="002469BE" w:rsidRPr="002469BE">
        <w:t>Passiivse elektroonilise side juurdepääsuvõrgu rajamine, A07N084</w:t>
      </w:r>
      <w:r w:rsidR="002469BE">
        <w:t>) kooskõlastamine</w:t>
      </w:r>
      <w:r>
        <w:fldChar w:fldCharType="end"/>
      </w:r>
      <w:bookmarkEnd w:id="4"/>
    </w:p>
    <w:p w14:paraId="4DEF5400" w14:textId="77777777" w:rsidR="00E85637" w:rsidRDefault="00E85637"/>
    <w:p w14:paraId="71766C86" w14:textId="77777777" w:rsidR="00E85637" w:rsidRDefault="00E85637">
      <w:pPr>
        <w:rPr>
          <w:sz w:val="26"/>
        </w:rPr>
      </w:pPr>
    </w:p>
    <w:p w14:paraId="672E396D" w14:textId="14B6E6CD" w:rsidR="007B7275" w:rsidRDefault="007B7275" w:rsidP="007B7275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noProof/>
          <w:spacing w:val="0"/>
          <w:position w:val="0"/>
        </w:rPr>
        <w:t>Austatud</w:t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ui on vaja vormistada blanketile perekonnanime ette tiitel, siis valige sellest valikust: &#10;&#10;Näiteks:    proua&#10;&#10;Seejärel liikuge Tab klahviga järgmisele väljale."/>
            <w:statusText w:type="text" w:val="Valige rippmenüüst sobiv tiitel (vt F1)."/>
            <w:ddList>
              <w:result w:val="3"/>
              <w:listEntry w:val=" härra "/>
              <w:listEntry w:val=" proua "/>
              <w:listEntry w:val=" preili "/>
              <w:listEntry w:val=" 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000000">
        <w:rPr>
          <w:spacing w:val="0"/>
          <w:position w:val="0"/>
        </w:rPr>
      </w:r>
      <w:r w:rsidR="000000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Text35"/>
            <w:enabled/>
            <w:calcOnExit w:val="0"/>
            <w:helpText w:type="text" w:val="Kirja saaja perekonnanimi. &#10;&#10;Näiteks:    Mägi&#10;&#10;Seejärel liikuge Tab klahviga järgmisele väljale."/>
            <w:statusText w:type="text" w:val="Kirjutage siia välja kirja saaja perekonnanimi  (vt F1)"/>
            <w:textInput>
              <w:maxLength w:val="60"/>
            </w:textInput>
          </w:ffData>
        </w:fldChar>
      </w:r>
      <w:bookmarkStart w:id="5" w:name="Text35"/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 w:rsidR="00A139E6">
        <w:rPr>
          <w:noProof/>
          <w:spacing w:val="0"/>
          <w:position w:val="0"/>
        </w:rPr>
        <w:t>Stella Ploom</w:t>
      </w:r>
      <w:r>
        <w:rPr>
          <w:spacing w:val="0"/>
          <w:position w:val="0"/>
        </w:rPr>
        <w:fldChar w:fldCharType="end"/>
      </w:r>
      <w:bookmarkEnd w:id="5"/>
    </w:p>
    <w:p w14:paraId="735E0866" w14:textId="77777777" w:rsidR="00E85637" w:rsidRDefault="00E85637"/>
    <w:p w14:paraId="79753048" w14:textId="77777777" w:rsidR="00E85637" w:rsidRDefault="00E85637">
      <w:pPr>
        <w:rPr>
          <w:sz w:val="18"/>
        </w:rPr>
      </w:pPr>
    </w:p>
    <w:p w14:paraId="1FCA247B" w14:textId="77777777" w:rsidR="00E85637" w:rsidRDefault="00E85637">
      <w:pPr>
        <w:sectPr w:rsidR="00E85637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15A39F51" w14:textId="0A336059" w:rsidR="00E67116" w:rsidRDefault="00E67116" w:rsidP="00E67116">
      <w:r>
        <w:t>Olete pöördunud Riigimetsa Majandamise Keskuse poole sooviga saada kooskõlastus projektile „VT</w:t>
      </w:r>
      <w:r w:rsidR="00A139E6">
        <w:t>1910</w:t>
      </w:r>
      <w:r>
        <w:t xml:space="preserve"> Passiivse elektroonilise side juurdepääsuvõrgu rajamine</w:t>
      </w:r>
      <w:r w:rsidR="00A139E6">
        <w:t xml:space="preserve"> </w:t>
      </w:r>
      <w:r w:rsidR="00A139E6" w:rsidRPr="00A139E6">
        <w:t>A07N084</w:t>
      </w:r>
      <w:r>
        <w:t xml:space="preserve">“.Annate oma taotluses teada, et projekti raames ehitatakse RMK Lääne-Virumaa metskonna kasutuses olevatel riigimetsamaa katastriüksustel </w:t>
      </w:r>
      <w:r w:rsidR="00A139E6" w:rsidRPr="00A139E6">
        <w:t>Kunda metskond 25 (88703:003:0900)</w:t>
      </w:r>
      <w:r>
        <w:t xml:space="preserve"> </w:t>
      </w:r>
      <w:r w:rsidR="00A139E6">
        <w:t>p</w:t>
      </w:r>
      <w:r w:rsidR="00A139E6" w:rsidRPr="00A139E6">
        <w:t>assiivse elektroonilise side juurdepääsuvõr</w:t>
      </w:r>
      <w:r w:rsidR="00A139E6">
        <w:t>k.</w:t>
      </w:r>
    </w:p>
    <w:p w14:paraId="41239A20" w14:textId="46C18C62" w:rsidR="00E67116" w:rsidRDefault="00E67116" w:rsidP="00E67116">
      <w:r>
        <w:t>RMK on tutvunud esitatud materjalidega ning kooskõlastab projektlahenduse „VT1</w:t>
      </w:r>
      <w:r w:rsidR="00A139E6">
        <w:t>910</w:t>
      </w:r>
      <w:r>
        <w:t xml:space="preserve"> Passiivse elektroonilise side juurdepääsuvõrgu rajamine</w:t>
      </w:r>
      <w:r w:rsidR="00A139E6">
        <w:t xml:space="preserve"> </w:t>
      </w:r>
      <w:r w:rsidR="00A139E6" w:rsidRPr="00A139E6">
        <w:t>A07N084</w:t>
      </w:r>
      <w:r>
        <w:t>“ eelpool nimetatud katastriüksus</w:t>
      </w:r>
      <w:r w:rsidR="00A139E6">
        <w:t>e</w:t>
      </w:r>
      <w:r>
        <w:t xml:space="preserve"> osas. Kasvavate puude raie vajadusel tuleb pöörduda RMK Lääne-Virumaa metskonna poole raieks vajaliku dokumentatsiooni vormistamiseks ja raietööde korraldamiseks vähemalt kaks kuud enne ehitustöödega alustamist. </w:t>
      </w:r>
    </w:p>
    <w:p w14:paraId="0DDCA435" w14:textId="77777777" w:rsidR="00E67116" w:rsidRDefault="00E67116" w:rsidP="00E67116">
      <w:r>
        <w:t xml:space="preserve">Raadamise vajadusel projekti raames tuleb saata avaldus koos raadamist vajava ala plaaniga </w:t>
      </w:r>
      <w:proofErr w:type="spellStart"/>
      <w:r>
        <w:t>dwg</w:t>
      </w:r>
      <w:proofErr w:type="spellEnd"/>
      <w:r>
        <w:t>. formaadis failina (koordinaatide süsteem L-EST97) RMK Kirde regioonile kirde.regioon@rmk.ee  raieks vajaliku dokumentatsiooni vormistamiseks ja raadamise lepingu sõlmimiseks. Raieala piirid peavad olema looduses tähistatud taotleja poolt.</w:t>
      </w:r>
    </w:p>
    <w:p w14:paraId="64942BEA" w14:textId="1250C739" w:rsidR="00E67116" w:rsidRDefault="00E67116" w:rsidP="00E67116"/>
    <w:p w14:paraId="3FF792EC" w14:textId="62403600" w:rsidR="00230846" w:rsidRDefault="00230846" w:rsidP="00E67116">
      <w:r w:rsidRPr="00230846">
        <w:t>Anname teada, et ehitustööde lõppedes on tehnovõrgu omanikul kohustus sõlmida RMK-</w:t>
      </w:r>
      <w:proofErr w:type="spellStart"/>
      <w:r w:rsidRPr="00230846">
        <w:t>ga</w:t>
      </w:r>
      <w:proofErr w:type="spellEnd"/>
      <w:r w:rsidRPr="00230846">
        <w:t xml:space="preserve"> isikliku kasutusõiguse leping. Sellekohane taotlus tuleb esitada RMK maakasutusõiguse spetsialist Urve </w:t>
      </w:r>
      <w:proofErr w:type="spellStart"/>
      <w:r w:rsidRPr="00230846">
        <w:t>Jõgi’le</w:t>
      </w:r>
      <w:proofErr w:type="spellEnd"/>
      <w:r w:rsidRPr="00230846">
        <w:t xml:space="preserve"> (urve.jogi@rmk.ee). Taotluse vorm asub RMK kodulehe lingil http://www.rmk.ee/organisatsioon/kinnisvarategevus/kommunikatsiooniderajamine/avalduse-vormid.</w:t>
      </w:r>
    </w:p>
    <w:p w14:paraId="270862E8" w14:textId="19DF314B" w:rsidR="001B40D9" w:rsidRDefault="001B40D9" w:rsidP="001B40D9">
      <w:pPr>
        <w:sectPr w:rsidR="001B40D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07C72E15" w14:textId="77777777" w:rsidR="00E85637" w:rsidRDefault="00E85637"/>
    <w:p w14:paraId="7F3FA042" w14:textId="77777777" w:rsidR="00E85637" w:rsidRDefault="00E85637"/>
    <w:p w14:paraId="46F412DD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1C84911D" w14:textId="77777777" w:rsidR="00E85637" w:rsidRDefault="00E85637"/>
    <w:p w14:paraId="24BFBD6F" w14:textId="77777777" w:rsidR="00E85637" w:rsidRDefault="00E85637"/>
    <w:p w14:paraId="6AD31221" w14:textId="66B03686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6" w:name="Dropdown9"/>
      <w:r>
        <w:rPr>
          <w:spacing w:val="0"/>
          <w:position w:val="0"/>
        </w:rPr>
        <w:instrText xml:space="preserve"> FORMDROPDOWN </w:instrText>
      </w:r>
      <w:r w:rsidR="00000000">
        <w:rPr>
          <w:spacing w:val="0"/>
          <w:position w:val="0"/>
        </w:rPr>
      </w:r>
      <w:r w:rsidR="000000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6"/>
    </w:p>
    <w:p w14:paraId="3E6B6EC7" w14:textId="77777777" w:rsidR="00E85637" w:rsidRDefault="00E85637"/>
    <w:p w14:paraId="3A85AC9F" w14:textId="77777777" w:rsidR="00E85637" w:rsidRDefault="00E85637">
      <w:pPr>
        <w:rPr>
          <w:sz w:val="14"/>
        </w:rPr>
      </w:pPr>
    </w:p>
    <w:p w14:paraId="353C31EB" w14:textId="77777777" w:rsidR="00E85637" w:rsidRDefault="00E85637">
      <w:pPr>
        <w:rPr>
          <w:sz w:val="2"/>
        </w:rPr>
      </w:pPr>
    </w:p>
    <w:p w14:paraId="6153DC43" w14:textId="66C0FA0E" w:rsidR="00E85637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7" w:name="Text30"/>
      <w:r>
        <w:instrText xml:space="preserve"> FORMTEXT </w:instrText>
      </w:r>
      <w:r>
        <w:fldChar w:fldCharType="separate"/>
      </w:r>
      <w:r w:rsidR="00246818">
        <w:rPr>
          <w:noProof/>
        </w:rPr>
        <w:t>Andres Lavrenov</w:t>
      </w:r>
      <w:r>
        <w:fldChar w:fldCharType="end"/>
      </w:r>
      <w:bookmarkEnd w:id="7"/>
    </w:p>
    <w:p w14:paraId="6935D2A6" w14:textId="513EEA8E" w:rsidR="00E85637" w:rsidRDefault="00B7608B">
      <w: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8" w:name="Text32"/>
      <w:r>
        <w:instrText xml:space="preserve"> FORMTEXT </w:instrText>
      </w:r>
      <w:r>
        <w:fldChar w:fldCharType="separate"/>
      </w:r>
      <w:r w:rsidR="00246818">
        <w:rPr>
          <w:noProof/>
        </w:rPr>
        <w:t>metsülem</w:t>
      </w:r>
      <w:r>
        <w:fldChar w:fldCharType="end"/>
      </w:r>
      <w:bookmarkEnd w:id="8"/>
    </w:p>
    <w:p w14:paraId="50DF221D" w14:textId="77777777" w:rsidR="00E85637" w:rsidRDefault="00E85637"/>
    <w:p w14:paraId="1B2C9D63" w14:textId="77777777" w:rsidR="00E85637" w:rsidRDefault="00E85637"/>
    <w:p w14:paraId="199E9331" w14:textId="73817C42" w:rsidR="00E85637" w:rsidRDefault="00B7608B">
      <w:r>
        <w:fldChar w:fldCharType="begin">
          <w:ffData>
            <w:name w:val=""/>
            <w:enabled/>
            <w:calcOnExit w:val="0"/>
            <w:helpText w:type="text" w:val="Sisestage siia lisa(d.&#10;&#10;Näiteks: Lisa: 4 lehel 1 eks&#10;&#10;Seejärel liikuge Tab klahviga järgmisele väljale."/>
            <w:statusText w:type="text" w:val="Sisestage siia lisa(d)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862D3C">
        <w:rPr>
          <w:noProof/>
        </w:rPr>
        <w:t>Tel +372 505 0991</w:t>
      </w:r>
      <w:r>
        <w:fldChar w:fldCharType="end"/>
      </w:r>
    </w:p>
    <w:p w14:paraId="7381896D" w14:textId="77777777" w:rsidR="00E85637" w:rsidRDefault="00E85637"/>
    <w:p w14:paraId="4B821781" w14:textId="77777777" w:rsidR="00E85637" w:rsidRDefault="00E85637"/>
    <w:p w14:paraId="58CC81E9" w14:textId="55A70021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9" w:name="Text28"/>
      <w:r>
        <w:instrText xml:space="preserve"> FORMTEXT </w:instrText>
      </w:r>
      <w:r>
        <w:fldChar w:fldCharType="separate"/>
      </w:r>
      <w:r w:rsidR="00862D3C">
        <w:rPr>
          <w:noProof/>
        </w:rPr>
        <w:t>E-post andres.lavrenov@rmk.ee</w:t>
      </w:r>
      <w:r>
        <w:fldChar w:fldCharType="end"/>
      </w:r>
      <w:bookmarkEnd w:id="9"/>
    </w:p>
    <w:p w14:paraId="38A09D83" w14:textId="77777777" w:rsidR="00E85637" w:rsidRDefault="00E85637"/>
    <w:p w14:paraId="04C78A94" w14:textId="77777777" w:rsidR="00E85637" w:rsidRDefault="00E85637"/>
    <w:p w14:paraId="761BF706" w14:textId="77777777" w:rsidR="00E85637" w:rsidRDefault="0015432F"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9E0A847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10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  <w:r w:rsidR="00A9445B">
        <w:t xml:space="preserve"> </w:t>
      </w:r>
    </w:p>
    <w:sectPr w:rsidR="00356C40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16048" w14:textId="77777777" w:rsidR="00DE145C" w:rsidRDefault="00DE145C">
      <w:r>
        <w:separator/>
      </w:r>
    </w:p>
  </w:endnote>
  <w:endnote w:type="continuationSeparator" w:id="0">
    <w:p w14:paraId="6DEF88C0" w14:textId="77777777" w:rsidR="00DE145C" w:rsidRDefault="00DE1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D24C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A76A0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558D3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372EF" w14:textId="77777777" w:rsidR="00DE145C" w:rsidRDefault="00DE145C">
      <w:r>
        <w:separator/>
      </w:r>
    </w:p>
  </w:footnote>
  <w:footnote w:type="continuationSeparator" w:id="0">
    <w:p w14:paraId="0EA9311D" w14:textId="77777777" w:rsidR="00DE145C" w:rsidRDefault="00DE1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04E22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829FA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835F3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553519F"/>
    <w:multiLevelType w:val="hybridMultilevel"/>
    <w:tmpl w:val="387E928C"/>
    <w:lvl w:ilvl="0" w:tplc="8500D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EF2727"/>
    <w:multiLevelType w:val="hybridMultilevel"/>
    <w:tmpl w:val="1FEE5F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77969"/>
    <w:multiLevelType w:val="hybridMultilevel"/>
    <w:tmpl w:val="1C1255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4"/>
  </w:num>
  <w:num w:numId="3" w16cid:durableId="1470702958">
    <w:abstractNumId w:val="2"/>
  </w:num>
  <w:num w:numId="4" w16cid:durableId="1267536958">
    <w:abstractNumId w:val="1"/>
  </w:num>
  <w:num w:numId="5" w16cid:durableId="69195370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0D9"/>
    <w:rsid w:val="00057FC6"/>
    <w:rsid w:val="00083428"/>
    <w:rsid w:val="000D31BC"/>
    <w:rsid w:val="0015432F"/>
    <w:rsid w:val="00187A2D"/>
    <w:rsid w:val="001956F4"/>
    <w:rsid w:val="001B40D9"/>
    <w:rsid w:val="001D139F"/>
    <w:rsid w:val="001E574A"/>
    <w:rsid w:val="00230846"/>
    <w:rsid w:val="00231DFB"/>
    <w:rsid w:val="00246818"/>
    <w:rsid w:val="002469BE"/>
    <w:rsid w:val="002E779D"/>
    <w:rsid w:val="00310AE8"/>
    <w:rsid w:val="00326150"/>
    <w:rsid w:val="00356C40"/>
    <w:rsid w:val="003A08B0"/>
    <w:rsid w:val="00436506"/>
    <w:rsid w:val="00491E34"/>
    <w:rsid w:val="004C0817"/>
    <w:rsid w:val="004C418E"/>
    <w:rsid w:val="005B0ACC"/>
    <w:rsid w:val="006433D3"/>
    <w:rsid w:val="00704BBF"/>
    <w:rsid w:val="007B7275"/>
    <w:rsid w:val="007E0D20"/>
    <w:rsid w:val="007F482F"/>
    <w:rsid w:val="007F68A8"/>
    <w:rsid w:val="00845FCB"/>
    <w:rsid w:val="00862D3C"/>
    <w:rsid w:val="008B1038"/>
    <w:rsid w:val="008C0A3A"/>
    <w:rsid w:val="009C6C17"/>
    <w:rsid w:val="009D3F3A"/>
    <w:rsid w:val="009E196F"/>
    <w:rsid w:val="00A139E6"/>
    <w:rsid w:val="00A9445B"/>
    <w:rsid w:val="00AA6DA9"/>
    <w:rsid w:val="00B7608B"/>
    <w:rsid w:val="00BF0803"/>
    <w:rsid w:val="00C32B5E"/>
    <w:rsid w:val="00C52479"/>
    <w:rsid w:val="00C52F56"/>
    <w:rsid w:val="00C67247"/>
    <w:rsid w:val="00CF0857"/>
    <w:rsid w:val="00D760A6"/>
    <w:rsid w:val="00DB2115"/>
    <w:rsid w:val="00DE145C"/>
    <w:rsid w:val="00E36EC0"/>
    <w:rsid w:val="00E67116"/>
    <w:rsid w:val="00E85637"/>
    <w:rsid w:val="00EC5BAE"/>
    <w:rsid w:val="00F04FCF"/>
    <w:rsid w:val="00F9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862A31"/>
  <w15:docId w15:val="{0D865DE7-6D92-46CC-8653-017CFA26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paragraph" w:styleId="Loendilik">
    <w:name w:val="List Paragraph"/>
    <w:basedOn w:val="Normaallaad"/>
    <w:uiPriority w:val="34"/>
    <w:qFormat/>
    <w:rsid w:val="001B4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1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.lavrenov\Downloads\kirjaplank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(4)</Template>
  <TotalTime>12</TotalTime>
  <Pages>2</Pages>
  <Words>315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2143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Andres Lavrenov</dc:creator>
  <dc:description>Ver 6.0, 11.2018</dc:description>
  <cp:lastModifiedBy>Andres Lavrenov</cp:lastModifiedBy>
  <cp:revision>5</cp:revision>
  <cp:lastPrinted>2014-04-01T12:05:00Z</cp:lastPrinted>
  <dcterms:created xsi:type="dcterms:W3CDTF">2023-03-20T09:51:00Z</dcterms:created>
  <dcterms:modified xsi:type="dcterms:W3CDTF">2023-03-20T10:07:00Z</dcterms:modified>
</cp:coreProperties>
</file>